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6586E" w14:textId="573BD3CF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Приложение № 1</w:t>
      </w:r>
      <w:r w:rsidR="00D649E5">
        <w:rPr>
          <w:szCs w:val="28"/>
        </w:rPr>
        <w:t>3</w:t>
      </w:r>
    </w:p>
    <w:p w14:paraId="75DB6028" w14:textId="12776AA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УТВЕРЖДЕН</w:t>
      </w:r>
    </w:p>
    <w:p w14:paraId="7C04C375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решением Совета муниципального образования Новокубанский район</w:t>
      </w:r>
    </w:p>
    <w:p w14:paraId="453568FD" w14:textId="1136DD9A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от 25</w:t>
      </w:r>
      <w:r w:rsidR="001B442D">
        <w:rPr>
          <w:szCs w:val="28"/>
        </w:rPr>
        <w:t xml:space="preserve"> ноября </w:t>
      </w:r>
      <w:r w:rsidRPr="0079318E">
        <w:rPr>
          <w:szCs w:val="28"/>
        </w:rPr>
        <w:t>2021 года № 163</w:t>
      </w:r>
    </w:p>
    <w:p w14:paraId="66536124" w14:textId="77777777" w:rsidR="00BD35B1" w:rsidRDefault="00BD35B1" w:rsidP="00993F4A">
      <w:pPr>
        <w:ind w:left="5103"/>
        <w:jc w:val="center"/>
        <w:rPr>
          <w:bCs/>
          <w:szCs w:val="28"/>
        </w:rPr>
      </w:pPr>
    </w:p>
    <w:p w14:paraId="27C2959F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6EF2ABAE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6EB137E1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14:paraId="32579632" w14:textId="68146FBE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D649E5" w:rsidRPr="00D649E5" w14:paraId="645E544B" w14:textId="77777777" w:rsidTr="00D649E5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BB1C" w14:textId="7484A1E2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184E" w14:textId="1F434FD8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6159" w14:textId="745AC4F1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649E5" w:rsidRPr="00D649E5" w14:paraId="5240D51D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AD98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CB9" w14:textId="77777777" w:rsidR="00D649E5" w:rsidRPr="00D649E5" w:rsidRDefault="00D649E5" w:rsidP="00D649E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BA24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D649E5" w:rsidRPr="00D649E5" w14:paraId="695C8837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1CE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E43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нию жилых помещений детям-сиротам и детям, оставшимся без попеч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ния родителей, лицам из их числа по договорам найма специализирова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738D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67 374,4</w:t>
            </w:r>
          </w:p>
        </w:tc>
      </w:tr>
      <w:tr w:rsidR="00D649E5" w:rsidRPr="00D649E5" w14:paraId="028AB155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9554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EDA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тельством), включая предварительную опеку (попечительство), переда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21AD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46 110,1</w:t>
            </w:r>
          </w:p>
        </w:tc>
      </w:tr>
      <w:tr w:rsidR="00D649E5" w:rsidRPr="00D649E5" w14:paraId="01DE3C48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C84C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CADA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E35D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44 315,3</w:t>
            </w:r>
          </w:p>
        </w:tc>
      </w:tr>
      <w:tr w:rsidR="00D649E5" w:rsidRPr="00D649E5" w14:paraId="79C91E37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534C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CD8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 xml:space="preserve">лям за оказание услуг по осуществлению патронатного воспитания и </w:t>
            </w:r>
            <w:proofErr w:type="spellStart"/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D649E5"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69F9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183,4</w:t>
            </w:r>
          </w:p>
        </w:tc>
      </w:tr>
      <w:tr w:rsidR="00D649E5" w:rsidRPr="00D649E5" w14:paraId="34D4FEF2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1CFE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D3D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D324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125,1</w:t>
            </w:r>
          </w:p>
        </w:tc>
      </w:tr>
      <w:tr w:rsidR="00D649E5" w:rsidRPr="00D649E5" w14:paraId="4EAADE13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4EEC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8BC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организации, р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ECD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D649E5" w:rsidRPr="00D649E5" w14:paraId="4BD14A30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65A2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C73" w14:textId="77777777" w:rsidR="00D649E5" w:rsidRPr="00D649E5" w:rsidRDefault="00D649E5" w:rsidP="00D649E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A53F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D649E5" w:rsidRPr="00D649E5" w14:paraId="78B045C3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E748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8D0" w14:textId="77777777" w:rsidR="00D649E5" w:rsidRPr="00D649E5" w:rsidRDefault="00D649E5" w:rsidP="00D649E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2D5E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D649E5" w:rsidRPr="00D649E5" w14:paraId="3CFFED46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925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B4C" w14:textId="77777777" w:rsidR="00D649E5" w:rsidRPr="00D649E5" w:rsidRDefault="00D649E5" w:rsidP="00D649E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езда детей-сирот и детей, оставшихся без попечения родителей, наход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B7B1" w14:textId="77777777" w:rsidR="00D649E5" w:rsidRPr="00D649E5" w:rsidRDefault="00D649E5" w:rsidP="00D649E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D649E5" w:rsidRPr="00D649E5" w14:paraId="78ED4A62" w14:textId="77777777" w:rsidTr="00D649E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674" w14:textId="77777777" w:rsidR="00D649E5" w:rsidRPr="00D649E5" w:rsidRDefault="00D649E5" w:rsidP="00D649E5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9AF" w14:textId="77777777" w:rsidR="00D649E5" w:rsidRPr="00D649E5" w:rsidRDefault="00D649E5" w:rsidP="00D649E5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45F" w14:textId="77777777" w:rsidR="00D649E5" w:rsidRPr="00D649E5" w:rsidRDefault="00D649E5" w:rsidP="00D649E5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170 290,3</w:t>
            </w:r>
          </w:p>
        </w:tc>
      </w:tr>
    </w:tbl>
    <w:p w14:paraId="2C5F29CD" w14:textId="77777777" w:rsidR="00BD35B1" w:rsidRDefault="00BD35B1" w:rsidP="00627195">
      <w:pPr>
        <w:rPr>
          <w:szCs w:val="28"/>
        </w:rPr>
      </w:pPr>
      <w:bookmarkStart w:id="0" w:name="_GoBack"/>
      <w:bookmarkEnd w:id="0"/>
    </w:p>
    <w:p w14:paraId="59D36960" w14:textId="77777777"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14:paraId="1E7E61CB" w14:textId="77777777"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14:paraId="717A5B05" w14:textId="77777777"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14:paraId="7E02CA72" w14:textId="77777777"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1B442D">
      <w:headerReference w:type="default" r:id="rId8"/>
      <w:pgSz w:w="11906" w:h="16838"/>
      <w:pgMar w:top="851" w:right="567" w:bottom="28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3565B" w14:textId="77777777" w:rsidR="009E7209" w:rsidRDefault="009E7209" w:rsidP="00E12559">
      <w:r>
        <w:separator/>
      </w:r>
    </w:p>
  </w:endnote>
  <w:endnote w:type="continuationSeparator" w:id="0">
    <w:p w14:paraId="27A7AC9D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D6C87" w14:textId="77777777" w:rsidR="009E7209" w:rsidRDefault="009E7209" w:rsidP="00E12559">
      <w:r>
        <w:separator/>
      </w:r>
    </w:p>
  </w:footnote>
  <w:footnote w:type="continuationSeparator" w:id="0">
    <w:p w14:paraId="6E76C5F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69F902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1B442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56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42D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84A48"/>
    <w:rsid w:val="00792880"/>
    <w:rsid w:val="0079318E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49E5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DCBD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905F8-7649-4650-A8DB-AB4BEF73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456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Соляник Елена</cp:lastModifiedBy>
  <cp:revision>106</cp:revision>
  <cp:lastPrinted>2022-05-05T07:19:00Z</cp:lastPrinted>
  <dcterms:created xsi:type="dcterms:W3CDTF">2017-09-18T13:02:00Z</dcterms:created>
  <dcterms:modified xsi:type="dcterms:W3CDTF">2022-06-23T09:06:00Z</dcterms:modified>
</cp:coreProperties>
</file>